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55450" w14:textId="53869BE2" w:rsidR="00DC2F80" w:rsidRPr="00D51219" w:rsidRDefault="00DC2F80" w:rsidP="002B3AA8">
      <w:pPr>
        <w:autoSpaceDE w:val="0"/>
        <w:autoSpaceDN w:val="0"/>
        <w:snapToGrid w:val="0"/>
        <w:spacing w:line="320" w:lineRule="exact"/>
        <w:ind w:firstLineChars="100" w:firstLine="280"/>
        <w:jc w:val="center"/>
        <w:rPr>
          <w:rFonts w:hint="default"/>
          <w:b/>
          <w:bCs/>
          <w:sz w:val="28"/>
          <w:szCs w:val="21"/>
        </w:rPr>
      </w:pPr>
      <w:r w:rsidRPr="00D51219">
        <w:rPr>
          <w:b/>
          <w:bCs/>
          <w:sz w:val="28"/>
          <w:szCs w:val="21"/>
        </w:rPr>
        <w:t>建設工事</w:t>
      </w:r>
      <w:r w:rsidR="00297523">
        <w:rPr>
          <w:b/>
          <w:bCs/>
          <w:sz w:val="28"/>
          <w:szCs w:val="21"/>
        </w:rPr>
        <w:t>の請負契約等</w:t>
      </w:r>
      <w:r w:rsidRPr="00D51219">
        <w:rPr>
          <w:b/>
          <w:bCs/>
          <w:sz w:val="28"/>
          <w:szCs w:val="21"/>
        </w:rPr>
        <w:t>における電子契約について</w:t>
      </w:r>
    </w:p>
    <w:p w14:paraId="49C9356B" w14:textId="77777777" w:rsidR="00DC2F80" w:rsidRDefault="00DC2F80" w:rsidP="002B3AA8">
      <w:pPr>
        <w:autoSpaceDE w:val="0"/>
        <w:autoSpaceDN w:val="0"/>
        <w:snapToGrid w:val="0"/>
        <w:spacing w:line="320" w:lineRule="exact"/>
        <w:ind w:firstLineChars="100" w:firstLine="240"/>
        <w:rPr>
          <w:rFonts w:hint="default"/>
        </w:rPr>
      </w:pPr>
    </w:p>
    <w:p w14:paraId="30A1BD40" w14:textId="77777777" w:rsidR="00297523" w:rsidRDefault="002216FA" w:rsidP="002B3AA8">
      <w:pPr>
        <w:autoSpaceDE w:val="0"/>
        <w:autoSpaceDN w:val="0"/>
        <w:snapToGrid w:val="0"/>
        <w:spacing w:line="320" w:lineRule="exact"/>
        <w:ind w:left="240" w:hangingChars="100" w:hanging="240"/>
        <w:rPr>
          <w:rFonts w:hint="default"/>
        </w:rPr>
      </w:pPr>
      <w:r>
        <w:t>１</w:t>
      </w:r>
      <w:r w:rsidR="00E53F3D">
        <w:t xml:space="preserve">　</w:t>
      </w:r>
      <w:r w:rsidR="00DC2F80">
        <w:rPr>
          <w:rFonts w:hint="default"/>
        </w:rPr>
        <w:t>本</w:t>
      </w:r>
      <w:r w:rsidR="00297523">
        <w:t>案件の</w:t>
      </w:r>
      <w:r w:rsidR="00DC2F80">
        <w:rPr>
          <w:rFonts w:hint="default"/>
        </w:rPr>
        <w:t>契約は、</w:t>
      </w:r>
      <w:r w:rsidR="00297523">
        <w:t>「</w:t>
      </w:r>
      <w:r w:rsidR="00DC2F80">
        <w:rPr>
          <w:rFonts w:hint="default"/>
        </w:rPr>
        <w:t>電子契約</w:t>
      </w:r>
      <w:r w:rsidR="00297523">
        <w:t>（事業者署名型電子契約サービスを利用して行う電子契約）による契約手続」と「</w:t>
      </w:r>
      <w:r w:rsidR="00DC2F80">
        <w:rPr>
          <w:rFonts w:hint="default"/>
        </w:rPr>
        <w:t>紙の契約書による契約手続</w:t>
      </w:r>
      <w:r w:rsidR="00297523">
        <w:t>」</w:t>
      </w:r>
      <w:r w:rsidR="00DC2F80">
        <w:rPr>
          <w:rFonts w:hint="default"/>
        </w:rPr>
        <w:t>を選択</w:t>
      </w:r>
      <w:r w:rsidR="00297523">
        <w:t>することができます。</w:t>
      </w:r>
    </w:p>
    <w:p w14:paraId="5F44CFE4" w14:textId="18540D9E" w:rsidR="00297523" w:rsidRDefault="00297523" w:rsidP="002B3AA8">
      <w:pPr>
        <w:autoSpaceDE w:val="0"/>
        <w:autoSpaceDN w:val="0"/>
        <w:snapToGrid w:val="0"/>
        <w:spacing w:line="320" w:lineRule="exact"/>
        <w:ind w:left="719" w:hangingChars="300" w:hanging="719"/>
        <w:rPr>
          <w:rFonts w:hint="default"/>
        </w:rPr>
      </w:pPr>
      <w:r>
        <w:t xml:space="preserve">　　※電子契約の選択が可能な案件については、当該案件の入札説明書等にその旨を記載しています。</w:t>
      </w:r>
    </w:p>
    <w:p w14:paraId="65A163E7" w14:textId="14FAF4B5" w:rsidR="002216FA" w:rsidRPr="0092148F" w:rsidRDefault="002216FA" w:rsidP="002B3AA8">
      <w:pPr>
        <w:autoSpaceDE w:val="0"/>
        <w:autoSpaceDN w:val="0"/>
        <w:snapToGrid w:val="0"/>
        <w:spacing w:line="320" w:lineRule="exact"/>
        <w:rPr>
          <w:rFonts w:hint="default"/>
          <w:color w:val="auto"/>
        </w:rPr>
      </w:pPr>
    </w:p>
    <w:p w14:paraId="0220FAA1" w14:textId="003FFFDA" w:rsidR="00DC2F80" w:rsidRDefault="002216FA" w:rsidP="002B3AA8">
      <w:pPr>
        <w:autoSpaceDE w:val="0"/>
        <w:autoSpaceDN w:val="0"/>
        <w:snapToGrid w:val="0"/>
        <w:spacing w:line="320" w:lineRule="exact"/>
        <w:ind w:left="240" w:hangingChars="100" w:hanging="240"/>
        <w:rPr>
          <w:rFonts w:hint="default"/>
        </w:rPr>
      </w:pPr>
      <w:r>
        <w:t xml:space="preserve">２　</w:t>
      </w:r>
      <w:r w:rsidR="00DC2F80">
        <w:rPr>
          <w:rFonts w:hint="default"/>
        </w:rPr>
        <w:t>電子契約の詳細については、</w:t>
      </w:r>
      <w:r w:rsidR="00297523">
        <w:t>下記の</w:t>
      </w:r>
      <w:r w:rsidR="00D441E0">
        <w:t>ウェブページ</w:t>
      </w:r>
      <w:r w:rsidR="00297523">
        <w:t>を</w:t>
      </w:r>
      <w:r w:rsidR="00D441E0">
        <w:t>御確認</w:t>
      </w:r>
      <w:r w:rsidR="00DC2F80">
        <w:rPr>
          <w:rFonts w:hint="default"/>
        </w:rPr>
        <w:t>ください。</w:t>
      </w:r>
    </w:p>
    <w:p w14:paraId="2EB41F76" w14:textId="08C21BBA" w:rsidR="002B3AA8" w:rsidRDefault="00BE0222" w:rsidP="002B3AA8">
      <w:pPr>
        <w:autoSpaceDE w:val="0"/>
        <w:autoSpaceDN w:val="0"/>
        <w:snapToGrid w:val="0"/>
        <w:spacing w:line="320" w:lineRule="exact"/>
        <w:ind w:firstLineChars="300" w:firstLine="719"/>
        <w:rPr>
          <w:rFonts w:hint="default"/>
        </w:rPr>
      </w:pPr>
      <w:r>
        <w:t>奈良県広域水道企業団</w:t>
      </w:r>
      <w:r w:rsidR="00EC4106">
        <w:t>ホームページ</w:t>
      </w:r>
      <w:r w:rsidR="002B3AA8">
        <w:t>「</w:t>
      </w:r>
      <w:r w:rsidR="00EC4106">
        <w:t>電子契約</w:t>
      </w:r>
      <w:r w:rsidR="002B3AA8">
        <w:t>」</w:t>
      </w:r>
    </w:p>
    <w:p w14:paraId="452543B2" w14:textId="33CC29AC" w:rsidR="00D76F11" w:rsidRPr="002B3AA8" w:rsidRDefault="00BE0222" w:rsidP="002B3AA8">
      <w:pPr>
        <w:autoSpaceDE w:val="0"/>
        <w:autoSpaceDN w:val="0"/>
        <w:snapToGrid w:val="0"/>
        <w:spacing w:line="320" w:lineRule="exact"/>
        <w:ind w:firstLineChars="400" w:firstLine="958"/>
        <w:rPr>
          <w:rFonts w:hint="default"/>
        </w:rPr>
      </w:pPr>
      <w:bookmarkStart w:id="0" w:name="_Hlk176536869"/>
      <w:r w:rsidRPr="00BE0222">
        <w:t>https://www.union.nara-water.lg.jp/0000000113.html</w:t>
      </w:r>
    </w:p>
    <w:bookmarkEnd w:id="0"/>
    <w:p w14:paraId="463BB0C1" w14:textId="77777777" w:rsidR="00DC2F80" w:rsidRPr="00EC4106" w:rsidRDefault="00DC2F80" w:rsidP="002B3AA8">
      <w:pPr>
        <w:autoSpaceDE w:val="0"/>
        <w:autoSpaceDN w:val="0"/>
        <w:snapToGrid w:val="0"/>
        <w:spacing w:line="320" w:lineRule="exact"/>
        <w:ind w:firstLineChars="100" w:firstLine="240"/>
        <w:rPr>
          <w:rFonts w:hint="default"/>
        </w:rPr>
      </w:pPr>
    </w:p>
    <w:p w14:paraId="7AF8B3C7" w14:textId="1452260C" w:rsidR="00DC2F80" w:rsidRDefault="00975235" w:rsidP="002B3AA8">
      <w:pPr>
        <w:autoSpaceDE w:val="0"/>
        <w:autoSpaceDN w:val="0"/>
        <w:snapToGrid w:val="0"/>
        <w:spacing w:line="320" w:lineRule="exact"/>
        <w:ind w:left="240" w:hangingChars="100" w:hanging="240"/>
        <w:rPr>
          <w:rFonts w:hint="default"/>
        </w:rPr>
      </w:pPr>
      <w:r>
        <w:t xml:space="preserve">３　</w:t>
      </w:r>
      <w:r w:rsidR="00DC2F80">
        <w:rPr>
          <w:rFonts w:hint="default"/>
        </w:rPr>
        <w:t>電子契約</w:t>
      </w:r>
      <w:r w:rsidR="007346D5">
        <w:t>の利用</w:t>
      </w:r>
      <w:r>
        <w:t>を希望する場合は、「電子契約同意書兼メールアドレス確認書」を</w:t>
      </w:r>
      <w:r w:rsidR="00DC2F80">
        <w:rPr>
          <w:rFonts w:hint="default"/>
        </w:rPr>
        <w:t>次のとおり提出してください</w:t>
      </w:r>
      <w:r w:rsidR="00D975A8">
        <w:t>。</w:t>
      </w:r>
      <w:r>
        <w:rPr>
          <w:rFonts w:hint="default"/>
        </w:rPr>
        <w:t>提出</w:t>
      </w:r>
      <w:r w:rsidR="00D975A8">
        <w:t>がない</w:t>
      </w:r>
      <w:r>
        <w:rPr>
          <w:rFonts w:hint="default"/>
        </w:rPr>
        <w:t>場合は、紙の契約書</w:t>
      </w:r>
      <w:r w:rsidR="00D975A8">
        <w:t>による契約</w:t>
      </w:r>
      <w:r>
        <w:rPr>
          <w:rFonts w:hint="default"/>
        </w:rPr>
        <w:t>となります。</w:t>
      </w:r>
    </w:p>
    <w:p w14:paraId="0FE1FB27" w14:textId="28D52B0C" w:rsidR="00E015B9" w:rsidRDefault="00E015B9" w:rsidP="002B3AA8">
      <w:pPr>
        <w:autoSpaceDE w:val="0"/>
        <w:autoSpaceDN w:val="0"/>
        <w:snapToGrid w:val="0"/>
        <w:spacing w:line="320" w:lineRule="exact"/>
        <w:ind w:left="240" w:hangingChars="100" w:hanging="240"/>
        <w:rPr>
          <w:rFonts w:hint="default"/>
        </w:rPr>
      </w:pPr>
    </w:p>
    <w:p w14:paraId="14E1359E" w14:textId="34261839" w:rsidR="002B3AA8" w:rsidRDefault="002B3AA8" w:rsidP="002B3AA8">
      <w:pPr>
        <w:autoSpaceDE w:val="0"/>
        <w:autoSpaceDN w:val="0"/>
        <w:snapToGrid w:val="0"/>
        <w:spacing w:line="320" w:lineRule="exact"/>
        <w:ind w:left="240" w:hangingChars="100" w:hanging="240"/>
        <w:rPr>
          <w:rFonts w:hint="default"/>
        </w:rPr>
      </w:pPr>
      <w:r>
        <w:t xml:space="preserve">　＜原則の提出方法等＞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41"/>
        <w:gridCol w:w="2662"/>
        <w:gridCol w:w="2835"/>
        <w:gridCol w:w="1417"/>
      </w:tblGrid>
      <w:tr w:rsidR="00E85680" w:rsidRPr="00E85680" w14:paraId="2D31E91C" w14:textId="77777777" w:rsidTr="00FD02C6">
        <w:trPr>
          <w:trHeight w:val="510"/>
        </w:trPr>
        <w:tc>
          <w:tcPr>
            <w:tcW w:w="24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4C6E7"/>
            <w:noWrap/>
            <w:vAlign w:val="center"/>
            <w:hideMark/>
          </w:tcPr>
          <w:p w14:paraId="13D3B37D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選定方法</w:t>
            </w:r>
          </w:p>
        </w:tc>
        <w:tc>
          <w:tcPr>
            <w:tcW w:w="266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4C6E7"/>
            <w:noWrap/>
            <w:vAlign w:val="center"/>
            <w:hideMark/>
          </w:tcPr>
          <w:p w14:paraId="3B996D0C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提出方法</w:t>
            </w:r>
          </w:p>
        </w:tc>
        <w:tc>
          <w:tcPr>
            <w:tcW w:w="28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4C6E7"/>
            <w:noWrap/>
            <w:vAlign w:val="center"/>
            <w:hideMark/>
          </w:tcPr>
          <w:p w14:paraId="07F92667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提出時期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4C6E7"/>
            <w:noWrap/>
            <w:vAlign w:val="center"/>
            <w:hideMark/>
          </w:tcPr>
          <w:p w14:paraId="7C42E401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提出先</w:t>
            </w:r>
          </w:p>
        </w:tc>
      </w:tr>
      <w:tr w:rsidR="00E85680" w:rsidRPr="00E85680" w14:paraId="0CED06B7" w14:textId="77777777" w:rsidTr="00FD02C6">
        <w:trPr>
          <w:trHeight w:val="1179"/>
        </w:trPr>
        <w:tc>
          <w:tcPr>
            <w:tcW w:w="24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C89CA1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一般競争入札</w:t>
            </w:r>
            <w:r w:rsidRPr="00E85680">
              <w:rPr>
                <w:rFonts w:cs="ＭＳ Ｐゴシック"/>
                <w:szCs w:val="24"/>
              </w:rPr>
              <w:br/>
              <w:t>（総合評価落札方式を含む。）</w:t>
            </w:r>
          </w:p>
        </w:tc>
        <w:tc>
          <w:tcPr>
            <w:tcW w:w="266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5C7D11" w14:textId="06051DD7" w:rsidR="00062D98" w:rsidRDefault="00E85680" w:rsidP="00062D98">
            <w:pPr>
              <w:widowControl/>
              <w:overflowPunct/>
              <w:spacing w:line="320" w:lineRule="exact"/>
              <w:ind w:firstLineChars="200" w:firstLine="479"/>
              <w:textAlignment w:val="auto"/>
              <w:rPr>
                <w:rFonts w:cs="ＭＳ Ｐゴシック" w:hint="default"/>
                <w:szCs w:val="24"/>
                <w:u w:val="single"/>
              </w:rPr>
            </w:pPr>
            <w:r w:rsidRPr="00E85680">
              <w:rPr>
                <w:rFonts w:cs="ＭＳ Ｐゴシック"/>
                <w:szCs w:val="24"/>
                <w:u w:val="single"/>
              </w:rPr>
              <w:t>電子</w:t>
            </w:r>
            <w:r w:rsidR="00062D98">
              <w:rPr>
                <w:rFonts w:cs="ＭＳ Ｐゴシック"/>
                <w:szCs w:val="24"/>
                <w:u w:val="single"/>
              </w:rPr>
              <w:t>メール</w:t>
            </w:r>
          </w:p>
          <w:p w14:paraId="49DFDCFF" w14:textId="77777777" w:rsidR="00062D98" w:rsidRPr="00062D98" w:rsidRDefault="00062D98" w:rsidP="00062D98">
            <w:pPr>
              <w:widowControl/>
              <w:overflowPunct/>
              <w:spacing w:line="320" w:lineRule="exact"/>
              <w:textAlignment w:val="auto"/>
              <w:rPr>
                <w:rFonts w:cs="ＭＳ Ｐゴシック" w:hint="default"/>
                <w:sz w:val="20"/>
                <w:u w:val="single"/>
              </w:rPr>
            </w:pPr>
            <w:r w:rsidRPr="00062D98">
              <w:rPr>
                <w:rFonts w:cs="ＭＳ Ｐゴシック"/>
                <w:sz w:val="21"/>
                <w:szCs w:val="21"/>
                <w:u w:val="single"/>
              </w:rPr>
              <w:t>（Wordファイルを送信）</w:t>
            </w:r>
            <w:r w:rsidR="00E85680" w:rsidRPr="00062D98">
              <w:rPr>
                <w:rFonts w:cs="ＭＳ Ｐゴシック"/>
                <w:sz w:val="21"/>
                <w:szCs w:val="21"/>
                <w:u w:val="single"/>
              </w:rPr>
              <w:br/>
            </w:r>
          </w:p>
          <w:p w14:paraId="46AB847D" w14:textId="0D567C01" w:rsidR="00E85680" w:rsidRDefault="00E85680" w:rsidP="00062D98">
            <w:pPr>
              <w:widowControl/>
              <w:overflowPunct/>
              <w:spacing w:line="320" w:lineRule="exact"/>
              <w:textAlignment w:val="auto"/>
              <w:rPr>
                <w:rFonts w:cs="ＭＳ Ｐゴシック" w:hint="default"/>
                <w:sz w:val="20"/>
              </w:rPr>
            </w:pPr>
            <w:r w:rsidRPr="00E85680">
              <w:rPr>
                <w:rFonts w:cs="ＭＳ Ｐゴシック"/>
                <w:sz w:val="20"/>
              </w:rPr>
              <w:t>（※）やむを得ない場合</w:t>
            </w:r>
            <w:r>
              <w:rPr>
                <w:rFonts w:cs="ＭＳ Ｐゴシック"/>
                <w:sz w:val="20"/>
              </w:rPr>
              <w:t xml:space="preserve">　</w:t>
            </w:r>
          </w:p>
          <w:p w14:paraId="212DB4F1" w14:textId="62A09CC8" w:rsidR="00E85680" w:rsidRPr="00E85680" w:rsidRDefault="00E85680" w:rsidP="002B3AA8">
            <w:pPr>
              <w:widowControl/>
              <w:overflowPunct/>
              <w:spacing w:line="320" w:lineRule="exact"/>
              <w:ind w:leftChars="100" w:left="240"/>
              <w:jc w:val="left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 w:val="20"/>
              </w:rPr>
              <w:t>は、持参、郵送、ＦＡＸ等での提出も可能ですが、契約手続時の事務ミス防止の観点から、電子メールでの提出に御協力願います。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757B0" w14:textId="77777777" w:rsidR="00E85680" w:rsidRDefault="00E85680" w:rsidP="002B3AA8">
            <w:pPr>
              <w:widowControl/>
              <w:overflowPunct/>
              <w:spacing w:line="320" w:lineRule="exact"/>
              <w:jc w:val="left"/>
              <w:textAlignment w:val="auto"/>
              <w:rPr>
                <w:rFonts w:cs="ＭＳ Ｐゴシック" w:hint="default"/>
                <w:sz w:val="20"/>
              </w:rPr>
            </w:pPr>
            <w:r w:rsidRPr="00E85680">
              <w:rPr>
                <w:rFonts w:cs="ＭＳ Ｐゴシック"/>
                <w:szCs w:val="24"/>
              </w:rPr>
              <w:t xml:space="preserve">　</w:t>
            </w:r>
            <w:r w:rsidRPr="00E85680">
              <w:rPr>
                <w:rFonts w:cs="ＭＳ Ｐゴシック"/>
                <w:szCs w:val="24"/>
                <w:u w:val="single"/>
              </w:rPr>
              <w:t>落札決定後速やかに</w:t>
            </w:r>
            <w:r w:rsidRPr="00E85680">
              <w:rPr>
                <w:rFonts w:cs="ＭＳ Ｐゴシック"/>
                <w:szCs w:val="24"/>
              </w:rPr>
              <w:br/>
            </w:r>
          </w:p>
          <w:p w14:paraId="71833D1E" w14:textId="1DFD44AC" w:rsidR="00E85680" w:rsidRPr="00FD02C6" w:rsidRDefault="00E85680" w:rsidP="00FD02C6">
            <w:pPr>
              <w:widowControl/>
              <w:overflowPunct/>
              <w:spacing w:line="320" w:lineRule="exact"/>
              <w:ind w:left="200" w:hangingChars="100" w:hanging="200"/>
              <w:jc w:val="left"/>
              <w:textAlignment w:val="auto"/>
              <w:rPr>
                <w:rFonts w:cs="ＭＳ Ｐゴシック" w:hint="default"/>
                <w:sz w:val="20"/>
              </w:rPr>
            </w:pPr>
            <w:r w:rsidRPr="00E85680">
              <w:rPr>
                <w:rFonts w:cs="ＭＳ Ｐゴシック"/>
                <w:sz w:val="20"/>
              </w:rPr>
              <w:t>（※）案件によ</w:t>
            </w:r>
            <w:r>
              <w:rPr>
                <w:rFonts w:cs="ＭＳ Ｐゴシック"/>
                <w:sz w:val="20"/>
              </w:rPr>
              <w:t>っては</w:t>
            </w:r>
            <w:r w:rsidRPr="00E85680">
              <w:rPr>
                <w:rFonts w:cs="ＭＳ Ｐゴシック"/>
                <w:sz w:val="20"/>
              </w:rPr>
              <w:t>異なる</w:t>
            </w:r>
            <w:r>
              <w:rPr>
                <w:rFonts w:cs="ＭＳ Ｐゴシック"/>
                <w:sz w:val="20"/>
              </w:rPr>
              <w:t>時期としていること</w:t>
            </w:r>
            <w:r w:rsidR="00FD02C6">
              <w:rPr>
                <w:rFonts w:cs="ＭＳ Ｐゴシック"/>
                <w:sz w:val="20"/>
              </w:rPr>
              <w:t>も</w:t>
            </w:r>
            <w:r w:rsidRPr="00E85680">
              <w:rPr>
                <w:rFonts w:cs="ＭＳ Ｐゴシック"/>
                <w:sz w:val="20"/>
              </w:rPr>
              <w:t>ありますので、入札説明書</w:t>
            </w:r>
            <w:r w:rsidR="00FD02C6">
              <w:rPr>
                <w:rFonts w:cs="ＭＳ Ｐゴシック"/>
                <w:sz w:val="20"/>
              </w:rPr>
              <w:t>でも確認をお願いします。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CC913F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入札説明書</w:t>
            </w:r>
            <w:r w:rsidRPr="00E85680">
              <w:rPr>
                <w:rFonts w:cs="ＭＳ Ｐゴシック"/>
                <w:szCs w:val="24"/>
              </w:rPr>
              <w:br/>
              <w:t>に記載</w:t>
            </w:r>
          </w:p>
        </w:tc>
      </w:tr>
      <w:tr w:rsidR="00E85680" w:rsidRPr="00E85680" w14:paraId="73409360" w14:textId="77777777" w:rsidTr="00FD02C6">
        <w:trPr>
          <w:trHeight w:val="994"/>
        </w:trPr>
        <w:tc>
          <w:tcPr>
            <w:tcW w:w="24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75260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指名競争入札</w:t>
            </w:r>
          </w:p>
        </w:tc>
        <w:tc>
          <w:tcPr>
            <w:tcW w:w="266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901A0D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left"/>
              <w:textAlignment w:val="auto"/>
              <w:rPr>
                <w:rFonts w:cs="ＭＳ Ｐゴシック" w:hint="default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2440ADD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left"/>
              <w:textAlignment w:val="auto"/>
              <w:rPr>
                <w:rFonts w:cs="ＭＳ Ｐゴシック" w:hint="default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7618537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left"/>
              <w:textAlignment w:val="auto"/>
              <w:rPr>
                <w:rFonts w:cs="ＭＳ Ｐゴシック" w:hint="default"/>
                <w:szCs w:val="24"/>
              </w:rPr>
            </w:pPr>
          </w:p>
        </w:tc>
      </w:tr>
      <w:tr w:rsidR="00E85680" w:rsidRPr="00E85680" w14:paraId="7BC6F3D3" w14:textId="77777777" w:rsidTr="002B3AA8">
        <w:trPr>
          <w:trHeight w:val="1197"/>
        </w:trPr>
        <w:tc>
          <w:tcPr>
            <w:tcW w:w="24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62C895" w14:textId="03B42C35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随意契約</w:t>
            </w:r>
            <w:r w:rsidRPr="00E85680">
              <w:rPr>
                <w:rFonts w:cs="ＭＳ Ｐゴシック"/>
                <w:szCs w:val="24"/>
              </w:rPr>
              <w:br/>
              <w:t>（</w:t>
            </w:r>
            <w:r w:rsidR="00C877B3">
              <w:rPr>
                <w:rFonts w:cs="ＭＳ Ｐゴシック"/>
                <w:szCs w:val="24"/>
              </w:rPr>
              <w:t>プロポーザル</w:t>
            </w:r>
            <w:r w:rsidRPr="00E85680">
              <w:rPr>
                <w:rFonts w:cs="ＭＳ Ｐゴシック"/>
                <w:szCs w:val="24"/>
              </w:rPr>
              <w:t>方式を含む。）</w:t>
            </w:r>
          </w:p>
        </w:tc>
        <w:tc>
          <w:tcPr>
            <w:tcW w:w="266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BB5B599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left"/>
              <w:textAlignment w:val="auto"/>
              <w:rPr>
                <w:rFonts w:cs="ＭＳ Ｐゴシック" w:hint="default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494A2" w14:textId="77777777" w:rsidR="00E85680" w:rsidRPr="00E85680" w:rsidRDefault="00E85680" w:rsidP="002B3AA8">
            <w:pPr>
              <w:widowControl/>
              <w:overflowPunct/>
              <w:spacing w:line="320" w:lineRule="exact"/>
              <w:jc w:val="center"/>
              <w:textAlignment w:val="auto"/>
              <w:rPr>
                <w:rFonts w:cs="ＭＳ Ｐゴシック" w:hint="default"/>
                <w:szCs w:val="24"/>
              </w:rPr>
            </w:pPr>
            <w:r w:rsidRPr="00E85680">
              <w:rPr>
                <w:rFonts w:cs="ＭＳ Ｐゴシック"/>
                <w:szCs w:val="24"/>
              </w:rPr>
              <w:t>公告、見積依頼書等に記載</w:t>
            </w:r>
          </w:p>
        </w:tc>
      </w:tr>
    </w:tbl>
    <w:p w14:paraId="68DA5B85" w14:textId="4D41CB35" w:rsidR="00D55636" w:rsidRDefault="002B3AA8" w:rsidP="002B3AA8">
      <w:pPr>
        <w:autoSpaceDE w:val="0"/>
        <w:autoSpaceDN w:val="0"/>
        <w:snapToGrid w:val="0"/>
        <w:spacing w:line="320" w:lineRule="exact"/>
        <w:jc w:val="left"/>
        <w:rPr>
          <w:rFonts w:hint="default"/>
          <w:b/>
          <w:bCs/>
          <w:color w:val="auto"/>
        </w:rPr>
      </w:pPr>
      <w:r>
        <w:rPr>
          <w:rFonts w:hint="default"/>
          <w:b/>
          <w:bCs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D8C0A" wp14:editId="1302926E">
                <wp:simplePos x="0" y="0"/>
                <wp:positionH relativeFrom="column">
                  <wp:posOffset>186690</wp:posOffset>
                </wp:positionH>
                <wp:positionV relativeFrom="paragraph">
                  <wp:posOffset>158750</wp:posOffset>
                </wp:positionV>
                <wp:extent cx="5848350" cy="111442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114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302644" id="四角形: 角を丸くする 1" o:spid="_x0000_s1026" style="position:absolute;left:0;text-align:left;margin-left:14.7pt;margin-top:12.5pt;width:460.5pt;height:8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" filled="f" strokecolor="#44546a [3215]" strokeweight="1.5pt">
                <v:stroke joinstyle="miter"/>
              </v:roundrect>
            </w:pict>
          </mc:Fallback>
        </mc:AlternateContent>
      </w:r>
    </w:p>
    <w:p w14:paraId="5741A14D" w14:textId="42187C24" w:rsidR="002B3AA8" w:rsidRDefault="002B3AA8" w:rsidP="002B3AA8">
      <w:pPr>
        <w:autoSpaceDE w:val="0"/>
        <w:autoSpaceDN w:val="0"/>
        <w:snapToGrid w:val="0"/>
        <w:spacing w:line="320" w:lineRule="exact"/>
        <w:ind w:firstLineChars="100" w:firstLine="240"/>
        <w:jc w:val="left"/>
        <w:rPr>
          <w:rFonts w:hint="default"/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rFonts w:hint="default"/>
          <w:b/>
          <w:bCs/>
          <w:color w:val="auto"/>
        </w:rPr>
        <w:t xml:space="preserve"> </w:t>
      </w:r>
      <w:r>
        <w:rPr>
          <w:b/>
          <w:bCs/>
          <w:color w:val="auto"/>
        </w:rPr>
        <w:t>＜本案件における</w:t>
      </w:r>
      <w:r w:rsidR="00000CB4">
        <w:rPr>
          <w:b/>
          <w:bCs/>
          <w:color w:val="auto"/>
        </w:rPr>
        <w:t>同意書の</w:t>
      </w:r>
      <w:r>
        <w:rPr>
          <w:b/>
          <w:bCs/>
          <w:color w:val="auto"/>
        </w:rPr>
        <w:t>提出時期・提出先＞</w:t>
      </w:r>
    </w:p>
    <w:p w14:paraId="0FD708E1" w14:textId="08D42861" w:rsidR="002B3AA8" w:rsidRDefault="002B3AA8" w:rsidP="002B3AA8">
      <w:pPr>
        <w:autoSpaceDE w:val="0"/>
        <w:autoSpaceDN w:val="0"/>
        <w:snapToGrid w:val="0"/>
        <w:spacing w:line="320" w:lineRule="exact"/>
        <w:jc w:val="left"/>
        <w:rPr>
          <w:rFonts w:hint="default"/>
          <w:b/>
          <w:bCs/>
          <w:color w:val="auto"/>
        </w:rPr>
      </w:pPr>
      <w:r>
        <w:rPr>
          <w:b/>
          <w:bCs/>
          <w:color w:val="auto"/>
        </w:rPr>
        <w:t xml:space="preserve">　　　提出時期：落札決定後速やかに</w:t>
      </w:r>
    </w:p>
    <w:p w14:paraId="6BDF5113" w14:textId="3527123E" w:rsidR="002B3AA8" w:rsidRPr="002B3AA8" w:rsidRDefault="002B3AA8" w:rsidP="002B3AA8">
      <w:pPr>
        <w:autoSpaceDE w:val="0"/>
        <w:autoSpaceDN w:val="0"/>
        <w:snapToGrid w:val="0"/>
        <w:spacing w:line="320" w:lineRule="exact"/>
        <w:jc w:val="left"/>
        <w:rPr>
          <w:rFonts w:hint="default"/>
          <w:b/>
          <w:bCs/>
          <w:color w:val="auto"/>
        </w:rPr>
      </w:pPr>
      <w:r>
        <w:rPr>
          <w:b/>
          <w:bCs/>
          <w:color w:val="auto"/>
        </w:rPr>
        <w:t xml:space="preserve">　　　提出先　：</w:t>
      </w:r>
      <w:r w:rsidR="00BE0222" w:rsidRPr="00BE0222">
        <w:rPr>
          <w:b/>
          <w:bCs/>
        </w:rPr>
        <w:t>奈良県広域水道企業団</w:t>
      </w:r>
      <w:r w:rsidR="00BE0222">
        <w:rPr>
          <w:b/>
          <w:bCs/>
        </w:rPr>
        <w:t xml:space="preserve">　広域水道センター　総務課　総務契約</w:t>
      </w:r>
      <w:r w:rsidRPr="002B3AA8">
        <w:rPr>
          <w:b/>
          <w:bCs/>
          <w:color w:val="auto"/>
        </w:rPr>
        <w:t>係</w:t>
      </w:r>
    </w:p>
    <w:p w14:paraId="71363877" w14:textId="2B2738E9" w:rsidR="002B3AA8" w:rsidRPr="002B3AA8" w:rsidRDefault="002B3AA8" w:rsidP="002B3AA8">
      <w:pPr>
        <w:autoSpaceDE w:val="0"/>
        <w:autoSpaceDN w:val="0"/>
        <w:snapToGrid w:val="0"/>
        <w:spacing w:line="320" w:lineRule="exact"/>
        <w:ind w:firstLineChars="800" w:firstLine="1916"/>
        <w:jc w:val="left"/>
        <w:rPr>
          <w:rFonts w:hint="default"/>
          <w:b/>
          <w:bCs/>
          <w:color w:val="auto"/>
        </w:rPr>
      </w:pPr>
      <w:r>
        <w:rPr>
          <w:b/>
          <w:bCs/>
          <w:color w:val="auto"/>
        </w:rPr>
        <w:t>電子</w:t>
      </w:r>
      <w:r w:rsidRPr="002B3AA8">
        <w:rPr>
          <w:b/>
          <w:bCs/>
          <w:color w:val="auto"/>
        </w:rPr>
        <w:t xml:space="preserve">メール　</w:t>
      </w:r>
      <w:r w:rsidR="00284756" w:rsidRPr="00284756">
        <w:rPr>
          <w:b/>
          <w:bCs/>
          <w:color w:val="auto"/>
        </w:rPr>
        <w:t>koiki-somu-agrt@union.nara-water.lg.jp</w:t>
      </w:r>
    </w:p>
    <w:p w14:paraId="754EAC6D" w14:textId="3AAC1570" w:rsidR="002B3AA8" w:rsidRDefault="002B3AA8" w:rsidP="002B3AA8">
      <w:pPr>
        <w:autoSpaceDE w:val="0"/>
        <w:autoSpaceDN w:val="0"/>
        <w:snapToGrid w:val="0"/>
        <w:spacing w:line="320" w:lineRule="exact"/>
        <w:ind w:firstLineChars="800" w:firstLine="1916"/>
        <w:jc w:val="left"/>
        <w:rPr>
          <w:rFonts w:hint="default"/>
          <w:b/>
          <w:bCs/>
          <w:color w:val="auto"/>
        </w:rPr>
      </w:pPr>
      <w:r w:rsidRPr="002B3AA8">
        <w:rPr>
          <w:b/>
          <w:bCs/>
          <w:color w:val="auto"/>
        </w:rPr>
        <w:t xml:space="preserve">電話番号　</w:t>
      </w:r>
      <w:r w:rsidR="00C22ABF" w:rsidRPr="00C22ABF">
        <w:rPr>
          <w:b/>
          <w:bCs/>
          <w:color w:val="auto"/>
        </w:rPr>
        <w:t>０７４３－５</w:t>
      </w:r>
      <w:r w:rsidR="00BE0222">
        <w:rPr>
          <w:b/>
          <w:bCs/>
          <w:color w:val="auto"/>
        </w:rPr>
        <w:t>４</w:t>
      </w:r>
      <w:r w:rsidR="00C22ABF" w:rsidRPr="00C22ABF">
        <w:rPr>
          <w:b/>
          <w:bCs/>
          <w:color w:val="auto"/>
        </w:rPr>
        <w:t>－</w:t>
      </w:r>
      <w:r w:rsidR="00BE0222">
        <w:rPr>
          <w:b/>
          <w:bCs/>
          <w:color w:val="auto"/>
        </w:rPr>
        <w:t>５９８５</w:t>
      </w:r>
    </w:p>
    <w:p w14:paraId="61077730" w14:textId="77777777" w:rsidR="002B3AA8" w:rsidRPr="00D55636" w:rsidRDefault="002B3AA8" w:rsidP="002B3AA8">
      <w:pPr>
        <w:autoSpaceDE w:val="0"/>
        <w:autoSpaceDN w:val="0"/>
        <w:snapToGrid w:val="0"/>
        <w:spacing w:line="320" w:lineRule="exact"/>
        <w:jc w:val="left"/>
        <w:rPr>
          <w:rFonts w:hint="default"/>
          <w:b/>
          <w:bCs/>
          <w:color w:val="auto"/>
        </w:rPr>
      </w:pPr>
    </w:p>
    <w:p w14:paraId="4FCC118E" w14:textId="3956BE7E" w:rsidR="00487D3E" w:rsidRPr="00EE5A47" w:rsidRDefault="00487D3E" w:rsidP="002B3AA8">
      <w:pPr>
        <w:autoSpaceDE w:val="0"/>
        <w:autoSpaceDN w:val="0"/>
        <w:snapToGrid w:val="0"/>
        <w:spacing w:line="320" w:lineRule="exact"/>
        <w:ind w:firstLineChars="100" w:firstLine="240"/>
        <w:jc w:val="left"/>
        <w:rPr>
          <w:rFonts w:hint="default"/>
          <w:color w:val="auto"/>
        </w:rPr>
      </w:pPr>
      <w:r w:rsidRPr="00EE5A47">
        <w:rPr>
          <w:color w:val="auto"/>
        </w:rPr>
        <w:t>【</w:t>
      </w:r>
      <w:r w:rsidR="00D55636" w:rsidRPr="00EE5A47">
        <w:rPr>
          <w:color w:val="auto"/>
        </w:rPr>
        <w:t>電子メールでの提出時の</w:t>
      </w:r>
      <w:r w:rsidRPr="00EE5A47">
        <w:rPr>
          <w:color w:val="auto"/>
        </w:rPr>
        <w:t>お願い】</w:t>
      </w:r>
    </w:p>
    <w:p w14:paraId="6ECCBB2A" w14:textId="19544CBD" w:rsidR="00D55636" w:rsidRPr="002F11BB" w:rsidRDefault="00D55636" w:rsidP="002F11BB">
      <w:pPr>
        <w:autoSpaceDE w:val="0"/>
        <w:autoSpaceDN w:val="0"/>
        <w:snapToGrid w:val="0"/>
        <w:spacing w:line="320" w:lineRule="exact"/>
        <w:ind w:leftChars="100" w:left="480" w:hangingChars="100" w:hanging="240"/>
        <w:rPr>
          <w:rFonts w:hint="default"/>
        </w:rPr>
      </w:pPr>
      <w:r w:rsidRPr="00EE5A47">
        <w:rPr>
          <w:color w:val="auto"/>
        </w:rPr>
        <w:t>・「電子契約同意書兼メールアドレス確認書」の様式については、２に記載の</w:t>
      </w:r>
      <w:r w:rsidR="002F11BB">
        <w:t>奈良県</w:t>
      </w:r>
      <w:r w:rsidR="002F11BB" w:rsidRPr="002F11BB">
        <w:rPr>
          <w:snapToGrid w:val="0"/>
        </w:rPr>
        <w:t>広域水道企業団</w:t>
      </w:r>
      <w:r w:rsidR="002B3AA8" w:rsidRPr="002F11BB">
        <w:rPr>
          <w:snapToGrid w:val="0"/>
          <w:color w:val="auto"/>
        </w:rPr>
        <w:t>ホームページ</w:t>
      </w:r>
      <w:r w:rsidRPr="00EE5A47">
        <w:rPr>
          <w:color w:val="auto"/>
        </w:rPr>
        <w:t>から</w:t>
      </w:r>
      <w:r w:rsidR="002B3AA8">
        <w:rPr>
          <w:color w:val="auto"/>
        </w:rPr>
        <w:t>ダウンロードしてください。</w:t>
      </w:r>
    </w:p>
    <w:p w14:paraId="62CA511F" w14:textId="241986E9" w:rsidR="00487D3E" w:rsidRPr="00EE5A47" w:rsidRDefault="00D55636" w:rsidP="002B3AA8">
      <w:pPr>
        <w:autoSpaceDE w:val="0"/>
        <w:autoSpaceDN w:val="0"/>
        <w:snapToGrid w:val="0"/>
        <w:spacing w:line="320" w:lineRule="exact"/>
        <w:ind w:leftChars="100" w:left="480" w:hangingChars="100" w:hanging="240"/>
        <w:jc w:val="left"/>
        <w:rPr>
          <w:rFonts w:hint="default"/>
          <w:color w:val="auto"/>
        </w:rPr>
      </w:pPr>
      <w:r w:rsidRPr="00EE5A47">
        <w:rPr>
          <w:color w:val="auto"/>
        </w:rPr>
        <w:t>・</w:t>
      </w:r>
      <w:r w:rsidR="00487D3E" w:rsidRPr="00EE5A47">
        <w:rPr>
          <w:color w:val="auto"/>
        </w:rPr>
        <w:t>電子メール送信の際は、メールの件名を「【</w:t>
      </w:r>
      <w:r w:rsidRPr="00EE5A47">
        <w:rPr>
          <w:color w:val="auto"/>
        </w:rPr>
        <w:t>事業者名・工事（業務）名</w:t>
      </w:r>
      <w:r w:rsidR="00487D3E" w:rsidRPr="00EE5A47">
        <w:rPr>
          <w:color w:val="auto"/>
        </w:rPr>
        <w:t>】</w:t>
      </w:r>
      <w:r w:rsidRPr="00EE5A47">
        <w:rPr>
          <w:color w:val="auto"/>
        </w:rPr>
        <w:t>電子契約同意書の提出</w:t>
      </w:r>
      <w:r w:rsidR="00487D3E" w:rsidRPr="00EE5A47">
        <w:rPr>
          <w:color w:val="auto"/>
        </w:rPr>
        <w:t>」としてください。</w:t>
      </w:r>
    </w:p>
    <w:p w14:paraId="5BA2C6C2" w14:textId="77777777" w:rsidR="00D55636" w:rsidRPr="00EE5A47" w:rsidRDefault="00D55636" w:rsidP="002B3AA8">
      <w:pPr>
        <w:autoSpaceDE w:val="0"/>
        <w:autoSpaceDN w:val="0"/>
        <w:snapToGrid w:val="0"/>
        <w:spacing w:line="320" w:lineRule="exact"/>
        <w:ind w:leftChars="100" w:left="480" w:hangingChars="100" w:hanging="240"/>
        <w:jc w:val="left"/>
        <w:rPr>
          <w:rFonts w:hint="default"/>
          <w:color w:val="auto"/>
        </w:rPr>
      </w:pPr>
      <w:r w:rsidRPr="00EE5A47">
        <w:rPr>
          <w:color w:val="auto"/>
        </w:rPr>
        <w:t>・電子メールに「電子契約同意書兼メールアドレス確認書」を添付する際は、必ず</w:t>
      </w:r>
    </w:p>
    <w:p w14:paraId="02596AD8" w14:textId="0EF80349" w:rsidR="00D55636" w:rsidRPr="00EE5A47" w:rsidRDefault="00D55636" w:rsidP="002B3AA8">
      <w:pPr>
        <w:autoSpaceDE w:val="0"/>
        <w:autoSpaceDN w:val="0"/>
        <w:snapToGrid w:val="0"/>
        <w:spacing w:line="320" w:lineRule="exact"/>
        <w:ind w:leftChars="200" w:left="479"/>
        <w:jc w:val="left"/>
        <w:rPr>
          <w:rFonts w:hint="default"/>
          <w:color w:val="auto"/>
        </w:rPr>
      </w:pPr>
      <w:r w:rsidRPr="00EE5A47">
        <w:rPr>
          <w:color w:val="auto"/>
        </w:rPr>
        <w:t>Ｗｏｒｄファイルで添付してください（ＰＤＦへの変換はしないでください。）。</w:t>
      </w:r>
    </w:p>
    <w:p w14:paraId="23EDF6AB" w14:textId="1DD58AEA" w:rsidR="00E85680" w:rsidRPr="002B3AA8" w:rsidRDefault="00D55636" w:rsidP="002B3AA8">
      <w:pPr>
        <w:autoSpaceDE w:val="0"/>
        <w:autoSpaceDN w:val="0"/>
        <w:snapToGrid w:val="0"/>
        <w:spacing w:line="320" w:lineRule="exact"/>
        <w:ind w:leftChars="100" w:left="480" w:hangingChars="100" w:hanging="240"/>
        <w:jc w:val="left"/>
        <w:rPr>
          <w:rFonts w:hint="default"/>
          <w:b/>
          <w:bCs/>
          <w:color w:val="FF0000"/>
          <w:u w:val="single"/>
        </w:rPr>
      </w:pPr>
      <w:r w:rsidRPr="00A9303D">
        <w:rPr>
          <w:b/>
          <w:bCs/>
          <w:color w:val="FF0000"/>
        </w:rPr>
        <w:t>・</w:t>
      </w:r>
      <w:r w:rsidRPr="00A9303D">
        <w:rPr>
          <w:b/>
          <w:bCs/>
          <w:color w:val="FF0000"/>
          <w:u w:val="single"/>
        </w:rPr>
        <w:t>電子</w:t>
      </w:r>
      <w:r w:rsidR="000E1171" w:rsidRPr="00A9303D">
        <w:rPr>
          <w:b/>
          <w:bCs/>
          <w:color w:val="FF0000"/>
          <w:u w:val="single"/>
        </w:rPr>
        <w:t>メール送信後は、</w:t>
      </w:r>
      <w:r w:rsidR="002B3AA8">
        <w:rPr>
          <w:b/>
          <w:bCs/>
          <w:color w:val="FF0000"/>
          <w:u w:val="single"/>
        </w:rPr>
        <w:t>提出先</w:t>
      </w:r>
      <w:r w:rsidRPr="00A9303D">
        <w:rPr>
          <w:b/>
          <w:bCs/>
          <w:color w:val="FF0000"/>
          <w:u w:val="single"/>
        </w:rPr>
        <w:t>に</w:t>
      </w:r>
      <w:r w:rsidR="000E1171" w:rsidRPr="00A9303D">
        <w:rPr>
          <w:b/>
          <w:bCs/>
          <w:color w:val="FF0000"/>
          <w:u w:val="single"/>
        </w:rPr>
        <w:t>電話でメールの到達確認を</w:t>
      </w:r>
      <w:r w:rsidRPr="00A9303D">
        <w:rPr>
          <w:b/>
          <w:bCs/>
          <w:color w:val="FF0000"/>
          <w:u w:val="single"/>
        </w:rPr>
        <w:t>行ってください。</w:t>
      </w:r>
    </w:p>
    <w:sectPr w:rsidR="00E85680" w:rsidRPr="002B3AA8" w:rsidSect="00000CB4">
      <w:headerReference w:type="default" r:id="rId7"/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701" w:right="1134" w:bottom="1134" w:left="1191" w:header="567" w:footer="289" w:gutter="0"/>
      <w:cols w:space="720"/>
      <w:docGrid w:type="linesAndChars" w:linePitch="36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80E5C" w14:textId="77777777" w:rsidR="00B177DA" w:rsidRDefault="00B177D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A94D2F2" w14:textId="77777777" w:rsidR="00B177DA" w:rsidRDefault="00B177D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876C" w14:textId="77777777" w:rsidR="001D0CCC" w:rsidRDefault="004449FF">
    <w:pPr>
      <w:framePr w:wrap="auto" w:vAnchor="page" w:hAnchor="margin" w:xAlign="center" w:y="16263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>/</w:t>
    </w:r>
    <w:fldSimple w:instr="NUMPAGES \* Arabic \* MERGEFORMAT ">
      <w:r>
        <w:t>1</w:t>
      </w:r>
    </w:fldSimple>
    <w:r>
      <w:t xml:space="preserve"> -</w:t>
    </w:r>
  </w:p>
  <w:p w14:paraId="7ECBF3ED" w14:textId="77777777" w:rsidR="001D0CCC" w:rsidRDefault="001D0CCC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CB48A" w14:textId="77777777" w:rsidR="00B177DA" w:rsidRDefault="00B177D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829B4DC" w14:textId="77777777" w:rsidR="00B177DA" w:rsidRDefault="00B177DA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5847" w14:textId="47ED9C21" w:rsidR="00A9303D" w:rsidRDefault="00A9303D" w:rsidP="00A9303D">
    <w:pPr>
      <w:autoSpaceDE w:val="0"/>
      <w:autoSpaceDN w:val="0"/>
      <w:snapToGrid w:val="0"/>
      <w:spacing w:line="185" w:lineRule="auto"/>
      <w:ind w:firstLineChars="100" w:firstLine="240"/>
      <w:jc w:val="righ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attachedTemplate r:id="rId1"/>
  <w:defaultTabStop w:val="1036"/>
  <w:hyphenationZone w:val="0"/>
  <w:drawingGridHorizontalSpacing w:val="120"/>
  <w:drawingGridVerticalSpacing w:val="36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  <o:colormru v:ext="edit" colors="#fff7f7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F80"/>
    <w:rsid w:val="00000CB4"/>
    <w:rsid w:val="00062D98"/>
    <w:rsid w:val="00067300"/>
    <w:rsid w:val="00086399"/>
    <w:rsid w:val="000E1171"/>
    <w:rsid w:val="00130705"/>
    <w:rsid w:val="001B6646"/>
    <w:rsid w:val="001D0CCC"/>
    <w:rsid w:val="001E01A5"/>
    <w:rsid w:val="002216FA"/>
    <w:rsid w:val="00284756"/>
    <w:rsid w:val="00297523"/>
    <w:rsid w:val="002A0237"/>
    <w:rsid w:val="002B3AA8"/>
    <w:rsid w:val="002F11BB"/>
    <w:rsid w:val="00324668"/>
    <w:rsid w:val="00337BA5"/>
    <w:rsid w:val="003432EB"/>
    <w:rsid w:val="0034431E"/>
    <w:rsid w:val="00390418"/>
    <w:rsid w:val="00394EE4"/>
    <w:rsid w:val="003E303F"/>
    <w:rsid w:val="004309B0"/>
    <w:rsid w:val="004449FF"/>
    <w:rsid w:val="00487D3E"/>
    <w:rsid w:val="00542D01"/>
    <w:rsid w:val="00580B6A"/>
    <w:rsid w:val="005A66D6"/>
    <w:rsid w:val="005D4946"/>
    <w:rsid w:val="0065739D"/>
    <w:rsid w:val="006953C0"/>
    <w:rsid w:val="00724F8D"/>
    <w:rsid w:val="007346D5"/>
    <w:rsid w:val="00822321"/>
    <w:rsid w:val="0084386C"/>
    <w:rsid w:val="008570EA"/>
    <w:rsid w:val="0092148F"/>
    <w:rsid w:val="009352AC"/>
    <w:rsid w:val="00966118"/>
    <w:rsid w:val="00975235"/>
    <w:rsid w:val="00A42DAF"/>
    <w:rsid w:val="00A577B9"/>
    <w:rsid w:val="00A9303D"/>
    <w:rsid w:val="00AD1E89"/>
    <w:rsid w:val="00B177DA"/>
    <w:rsid w:val="00B42DE9"/>
    <w:rsid w:val="00B73705"/>
    <w:rsid w:val="00BD090D"/>
    <w:rsid w:val="00BE0222"/>
    <w:rsid w:val="00C030C6"/>
    <w:rsid w:val="00C07E36"/>
    <w:rsid w:val="00C22ABF"/>
    <w:rsid w:val="00C45EF1"/>
    <w:rsid w:val="00C71912"/>
    <w:rsid w:val="00C877B3"/>
    <w:rsid w:val="00CA44E2"/>
    <w:rsid w:val="00CC02CF"/>
    <w:rsid w:val="00D441E0"/>
    <w:rsid w:val="00D51219"/>
    <w:rsid w:val="00D55636"/>
    <w:rsid w:val="00D76F11"/>
    <w:rsid w:val="00D925AD"/>
    <w:rsid w:val="00D975A8"/>
    <w:rsid w:val="00DC2F80"/>
    <w:rsid w:val="00E015B9"/>
    <w:rsid w:val="00E461B3"/>
    <w:rsid w:val="00E53F3D"/>
    <w:rsid w:val="00E85680"/>
    <w:rsid w:val="00EC4106"/>
    <w:rsid w:val="00EE293A"/>
    <w:rsid w:val="00EE5A47"/>
    <w:rsid w:val="00EF6521"/>
    <w:rsid w:val="00F03E29"/>
    <w:rsid w:val="00F3433A"/>
    <w:rsid w:val="00F64C3F"/>
    <w:rsid w:val="00FB27EC"/>
    <w:rsid w:val="00FD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f7f7"/>
    </o:shapedefaults>
    <o:shapelayout v:ext="edit">
      <o:idmap v:ext="edit" data="2"/>
    </o:shapelayout>
  </w:shapeDefaults>
  <w:decimalSymbol w:val="."/>
  <w:listSeparator w:val=","/>
  <w14:docId w14:val="67A4B7AB"/>
  <w15:chartTrackingRefBased/>
  <w15:docId w15:val="{F4FF4419-5B12-47AF-99FD-277975AA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="メイリオ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3C0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2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2CF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C02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2CF"/>
    <w:rPr>
      <w:color w:val="000000"/>
      <w:sz w:val="24"/>
    </w:rPr>
  </w:style>
  <w:style w:type="character" w:styleId="a7">
    <w:name w:val="Hyperlink"/>
    <w:basedOn w:val="a0"/>
    <w:uiPriority w:val="99"/>
    <w:unhideWhenUsed/>
    <w:rsid w:val="00D441E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44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6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22923\Documents\Office%20&#12398;&#12459;&#12473;&#12479;&#12512;%20&#12486;&#12531;&#12503;&#12524;&#12540;&#12488;\240228_&#12527;&#12540;&#12489;&#12486;&#12531;&#12503;&#12524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BB966-23F2-4342-B742-4A173C75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240228_ワードテンプレ.dotx</Template>
  <TotalTime>45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小西　亘</cp:lastModifiedBy>
  <cp:revision>4</cp:revision>
  <cp:lastPrinted>2024-09-12T00:57:00Z</cp:lastPrinted>
  <dcterms:created xsi:type="dcterms:W3CDTF">2025-05-02T01:53:00Z</dcterms:created>
  <dcterms:modified xsi:type="dcterms:W3CDTF">2025-05-02T02:34:00Z</dcterms:modified>
</cp:coreProperties>
</file>